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18A4D" w14:textId="77777777" w:rsidR="00EC1379" w:rsidRPr="00164FEB" w:rsidRDefault="005F5B23" w:rsidP="005F5B23">
      <w:pPr>
        <w:pStyle w:val="Naslov1"/>
        <w:tabs>
          <w:tab w:val="right" w:pos="9072"/>
        </w:tabs>
        <w:jc w:val="left"/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IZPOLNI PONUDNIK</w:t>
      </w:r>
      <w:r w:rsidR="00612F00">
        <w:rPr>
          <w:rFonts w:ascii="Segoe UI" w:hAnsi="Segoe UI" w:cs="Segoe UI"/>
          <w:sz w:val="20"/>
          <w:szCs w:val="20"/>
        </w:rPr>
        <w:tab/>
      </w:r>
      <w:r w:rsidR="00EC1379" w:rsidRPr="00164FEB">
        <w:rPr>
          <w:rFonts w:ascii="Segoe UI" w:hAnsi="Segoe UI" w:cs="Segoe UI"/>
          <w:sz w:val="20"/>
          <w:szCs w:val="20"/>
        </w:rPr>
        <w:t>OBR-C</w:t>
      </w:r>
    </w:p>
    <w:p w14:paraId="40E3A116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</w:p>
    <w:p w14:paraId="069EE2EA" w14:textId="777891C3" w:rsidR="003817A6" w:rsidRPr="0009101D" w:rsidRDefault="003817A6" w:rsidP="003B75D4">
      <w:pPr>
        <w:tabs>
          <w:tab w:val="left" w:pos="851"/>
          <w:tab w:val="left" w:leader="underscore" w:pos="3402"/>
        </w:tabs>
        <w:rPr>
          <w:color w:val="1F497D"/>
          <w:sz w:val="22"/>
          <w:szCs w:val="22"/>
        </w:rPr>
      </w:pPr>
      <w:bookmarkStart w:id="0" w:name="_Hlk47952430"/>
      <w:r w:rsidRPr="00C22DAB">
        <w:rPr>
          <w:rFonts w:ascii="Segoe UI" w:hAnsi="Segoe UI" w:cs="Segoe UI"/>
          <w:sz w:val="20"/>
          <w:szCs w:val="20"/>
        </w:rPr>
        <w:t xml:space="preserve">Številka: </w:t>
      </w:r>
      <w:r w:rsidR="003B75D4">
        <w:rPr>
          <w:rFonts w:ascii="Segoe UI" w:hAnsi="Segoe UI" w:cs="Segoe UI"/>
          <w:sz w:val="20"/>
          <w:szCs w:val="20"/>
        </w:rPr>
        <w:tab/>
      </w:r>
      <w:r w:rsidR="003B75D4">
        <w:rPr>
          <w:rFonts w:ascii="Segoe UI" w:hAnsi="Segoe UI" w:cs="Segoe UI"/>
          <w:sz w:val="20"/>
          <w:szCs w:val="20"/>
        </w:rPr>
        <w:tab/>
      </w:r>
      <w:r w:rsidR="003B75D4" w:rsidRPr="002A686C">
        <w:rPr>
          <w:rFonts w:ascii="Segoe UI" w:hAnsi="Segoe UI" w:cs="Segoe UI"/>
          <w:sz w:val="20"/>
          <w:szCs w:val="20"/>
        </w:rPr>
        <w:tab/>
      </w:r>
    </w:p>
    <w:bookmarkEnd w:id="0"/>
    <w:p w14:paraId="0A1F79BB" w14:textId="3BF080C8" w:rsidR="00D17E4B" w:rsidRPr="002A686C" w:rsidRDefault="00D17E4B" w:rsidP="003B75D4">
      <w:pPr>
        <w:tabs>
          <w:tab w:val="left" w:pos="709"/>
          <w:tab w:val="left" w:pos="851"/>
          <w:tab w:val="left" w:leader="underscore" w:pos="3402"/>
        </w:tabs>
        <w:rPr>
          <w:rFonts w:ascii="Segoe UI" w:hAnsi="Segoe UI" w:cs="Segoe UI"/>
          <w:sz w:val="20"/>
          <w:szCs w:val="20"/>
        </w:rPr>
      </w:pPr>
      <w:r w:rsidRPr="002A686C">
        <w:rPr>
          <w:rFonts w:ascii="Segoe UI" w:hAnsi="Segoe UI" w:cs="Segoe UI"/>
          <w:sz w:val="20"/>
          <w:szCs w:val="20"/>
        </w:rPr>
        <w:t xml:space="preserve">Datum: </w:t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</w:p>
    <w:p w14:paraId="161B628C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</w:p>
    <w:p w14:paraId="33A057C5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</w:p>
    <w:p w14:paraId="16E80BE0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5F1C5F0C" w14:textId="77777777" w:rsidR="00EC1379" w:rsidRPr="00164FEB" w:rsidRDefault="00CD2D47" w:rsidP="00EC1379">
      <w:pPr>
        <w:pStyle w:val="Naslov4"/>
        <w:rPr>
          <w:rFonts w:ascii="Segoe UI" w:hAnsi="Segoe UI" w:cs="Segoe UI"/>
        </w:rPr>
      </w:pPr>
      <w:r w:rsidRPr="00164FEB">
        <w:rPr>
          <w:rFonts w:ascii="Segoe UI" w:hAnsi="Segoe UI" w:cs="Segoe UI"/>
        </w:rPr>
        <w:t>PODATKI O PONUDNIKU</w:t>
      </w:r>
    </w:p>
    <w:p w14:paraId="5E7744EC" w14:textId="77777777" w:rsidR="00EC1379" w:rsidRPr="00164FEB" w:rsidRDefault="00EC1379" w:rsidP="00EC1379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209BEB5A" w14:textId="77777777" w:rsidR="00F17FE6" w:rsidRPr="00164FEB" w:rsidRDefault="00F17FE6" w:rsidP="00164FEB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18A09877" w14:textId="77777777" w:rsidR="00164FEB" w:rsidRDefault="00EC1379" w:rsidP="00164FEB">
      <w:pPr>
        <w:jc w:val="center"/>
        <w:rPr>
          <w:rFonts w:ascii="Segoe UI" w:hAnsi="Segoe UI" w:cs="Segoe UI"/>
          <w:b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Predmet javnega naročila – po postopku zbiranja ponudb:</w:t>
      </w:r>
    </w:p>
    <w:p w14:paraId="07475BB5" w14:textId="29185E41" w:rsidR="000150AD" w:rsidRDefault="000150AD" w:rsidP="000150AD">
      <w:pPr>
        <w:jc w:val="center"/>
        <w:rPr>
          <w:rFonts w:ascii="Segoe UI" w:hAnsi="Segoe UI" w:cs="Segoe UI"/>
          <w:b/>
          <w:bCs/>
          <w:sz w:val="20"/>
          <w:szCs w:val="20"/>
        </w:rPr>
      </w:pPr>
      <w:bookmarkStart w:id="1" w:name="_Hlk47952413"/>
      <w:r>
        <w:rPr>
          <w:rFonts w:ascii="Segoe UI" w:hAnsi="Segoe UI" w:cs="Segoe UI"/>
          <w:b/>
          <w:bCs/>
          <w:sz w:val="20"/>
          <w:szCs w:val="20"/>
        </w:rPr>
        <w:t>Izvajanje arheološke raziskave med izvedbo projekta »Namakalni sistem na območju občine Vipava (sklop 2)«</w:t>
      </w:r>
    </w:p>
    <w:bookmarkEnd w:id="1"/>
    <w:p w14:paraId="4D87BCDD" w14:textId="77777777" w:rsidR="005261F4" w:rsidRPr="00164FEB" w:rsidRDefault="005261F4" w:rsidP="00EC1379">
      <w:pPr>
        <w:rPr>
          <w:rFonts w:ascii="Segoe UI" w:hAnsi="Segoe UI" w:cs="Segoe UI"/>
          <w:b/>
          <w:sz w:val="20"/>
          <w:szCs w:val="20"/>
        </w:rPr>
      </w:pPr>
    </w:p>
    <w:p w14:paraId="6B65409A" w14:textId="77777777" w:rsidR="00EC1379" w:rsidRPr="00164FEB" w:rsidRDefault="00EC1379" w:rsidP="00EC1379">
      <w:pPr>
        <w:rPr>
          <w:rFonts w:ascii="Segoe UI" w:hAnsi="Segoe UI" w:cs="Segoe UI"/>
          <w:b/>
          <w:bCs/>
          <w:sz w:val="20"/>
          <w:szCs w:val="20"/>
        </w:rPr>
      </w:pPr>
      <w:r w:rsidRPr="00164FEB">
        <w:rPr>
          <w:rFonts w:ascii="Segoe UI" w:hAnsi="Segoe UI" w:cs="Segoe UI"/>
          <w:b/>
          <w:bCs/>
          <w:sz w:val="20"/>
          <w:szCs w:val="20"/>
        </w:rPr>
        <w:t>Podatki o ponudniku:</w:t>
      </w:r>
    </w:p>
    <w:p w14:paraId="266C3761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20953937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1.Podjetje:</w:t>
      </w:r>
    </w:p>
    <w:p w14:paraId="17C0B692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5728AC5F" w14:textId="66C6FCB3" w:rsidR="00F17FE6" w:rsidRPr="00164FEB" w:rsidRDefault="00EB7249" w:rsidP="00EB7249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4E698E3B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42823F7B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2. Zakoniti zastopnik:</w:t>
      </w:r>
    </w:p>
    <w:p w14:paraId="19CA278E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3CC66A9E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1A18BAE2" w14:textId="3531D41F" w:rsidR="00F17FE6" w:rsidRPr="00164FEB" w:rsidRDefault="00EB7249" w:rsidP="00EC1379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41C62A79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3. Davčna številka:                                           4. Matična številka:</w:t>
      </w:r>
    </w:p>
    <w:p w14:paraId="6A582A8A" w14:textId="349B5909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7E8A68B6" w14:textId="4C2C46E9" w:rsidR="007B01AC" w:rsidRPr="00164FEB" w:rsidRDefault="007B01AC" w:rsidP="007B01AC">
      <w:pPr>
        <w:tabs>
          <w:tab w:val="left" w:leader="underscore" w:pos="2552"/>
          <w:tab w:val="left" w:pos="3969"/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</w:p>
    <w:p w14:paraId="7A92AA21" w14:textId="77777777" w:rsidR="00027C7A" w:rsidRPr="00164FEB" w:rsidRDefault="00027C7A" w:rsidP="00027C7A">
      <w:pPr>
        <w:tabs>
          <w:tab w:val="left" w:leader="underscore" w:pos="2410"/>
          <w:tab w:val="left" w:pos="3828"/>
          <w:tab w:val="left" w:leader="underscore" w:pos="7088"/>
        </w:tabs>
        <w:rPr>
          <w:rFonts w:ascii="Segoe UI" w:hAnsi="Segoe UI" w:cs="Segoe UI"/>
          <w:sz w:val="20"/>
          <w:szCs w:val="20"/>
        </w:rPr>
      </w:pPr>
    </w:p>
    <w:p w14:paraId="09B54C7A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5. Naslov:</w:t>
      </w:r>
    </w:p>
    <w:p w14:paraId="0B43A06B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6541B527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5BCDE978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058299E8" w14:textId="77777777" w:rsidR="00EE34B0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6. Številka telefona in telefaksa:</w:t>
      </w:r>
    </w:p>
    <w:p w14:paraId="7E570FAD" w14:textId="77777777" w:rsidR="00164FEB" w:rsidRDefault="00164FEB" w:rsidP="00EE34B0">
      <w:pPr>
        <w:rPr>
          <w:rFonts w:ascii="Segoe UI" w:hAnsi="Segoe UI" w:cs="Segoe UI"/>
          <w:sz w:val="20"/>
          <w:szCs w:val="20"/>
        </w:rPr>
      </w:pPr>
    </w:p>
    <w:p w14:paraId="75B98694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6810ED01" w14:textId="77777777" w:rsidR="00EE34B0" w:rsidRPr="00164FEB" w:rsidRDefault="00EE34B0" w:rsidP="00EE34B0">
      <w:pPr>
        <w:rPr>
          <w:rFonts w:ascii="Segoe UI" w:hAnsi="Segoe UI" w:cs="Segoe UI"/>
          <w:sz w:val="20"/>
          <w:szCs w:val="20"/>
        </w:rPr>
      </w:pPr>
    </w:p>
    <w:p w14:paraId="6C61233E" w14:textId="77777777" w:rsidR="00EE34B0" w:rsidRPr="00164FEB" w:rsidRDefault="00EE34B0" w:rsidP="00EE34B0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7. Elektronski naslov:</w:t>
      </w:r>
    </w:p>
    <w:p w14:paraId="6591E03B" w14:textId="77777777" w:rsidR="00164FEB" w:rsidRDefault="00164FEB" w:rsidP="00EE34B0">
      <w:pPr>
        <w:rPr>
          <w:rFonts w:ascii="Segoe UI" w:hAnsi="Segoe UI" w:cs="Segoe UI"/>
          <w:sz w:val="20"/>
          <w:szCs w:val="20"/>
        </w:rPr>
      </w:pPr>
    </w:p>
    <w:p w14:paraId="20AFE529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3F9154C9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456E8999" w14:textId="77777777" w:rsidR="00EC1379" w:rsidRPr="00164FEB" w:rsidRDefault="00EE34B0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8</w:t>
      </w:r>
      <w:r w:rsidR="00EC1379" w:rsidRPr="00164FEB">
        <w:rPr>
          <w:rFonts w:ascii="Segoe UI" w:hAnsi="Segoe UI" w:cs="Segoe UI"/>
          <w:sz w:val="20"/>
          <w:szCs w:val="20"/>
        </w:rPr>
        <w:t>. Kontaktna oseba:</w:t>
      </w:r>
    </w:p>
    <w:p w14:paraId="3CA17F9C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770AC34E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6CE2CE5D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5413C709" w14:textId="77777777" w:rsidR="00EC1379" w:rsidRPr="00164FEB" w:rsidRDefault="00EE34B0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9</w:t>
      </w:r>
      <w:r w:rsidR="00EC1379" w:rsidRPr="00164FEB">
        <w:rPr>
          <w:rFonts w:ascii="Segoe UI" w:hAnsi="Segoe UI" w:cs="Segoe UI"/>
          <w:sz w:val="20"/>
          <w:szCs w:val="20"/>
        </w:rPr>
        <w:t>. Odgovorna oseba za podpis pogodbe:</w:t>
      </w:r>
    </w:p>
    <w:p w14:paraId="15C78AD9" w14:textId="77777777" w:rsidR="00164FEB" w:rsidRDefault="00164FEB" w:rsidP="000501C2">
      <w:pPr>
        <w:rPr>
          <w:rFonts w:ascii="Segoe UI" w:hAnsi="Segoe UI" w:cs="Segoe UI"/>
          <w:sz w:val="20"/>
          <w:szCs w:val="20"/>
        </w:rPr>
      </w:pPr>
    </w:p>
    <w:p w14:paraId="47B71437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15378E46" w14:textId="77777777" w:rsidR="000501C2" w:rsidRPr="00164FEB" w:rsidRDefault="000501C2" w:rsidP="00EC1379">
      <w:pPr>
        <w:pStyle w:val="Naslov1"/>
        <w:rPr>
          <w:rFonts w:ascii="Segoe UI" w:hAnsi="Segoe UI" w:cs="Segoe UI"/>
          <w:sz w:val="20"/>
          <w:szCs w:val="20"/>
        </w:rPr>
      </w:pPr>
    </w:p>
    <w:p w14:paraId="0F59D49F" w14:textId="77777777" w:rsidR="000501C2" w:rsidRPr="00164FEB" w:rsidRDefault="000501C2" w:rsidP="00EC1379">
      <w:pPr>
        <w:pStyle w:val="Naslov1"/>
        <w:rPr>
          <w:rFonts w:ascii="Segoe UI" w:hAnsi="Segoe UI" w:cs="Segoe UI"/>
          <w:sz w:val="20"/>
          <w:szCs w:val="20"/>
        </w:rPr>
      </w:pPr>
    </w:p>
    <w:p w14:paraId="043E8C4A" w14:textId="77777777" w:rsidR="00EC1379" w:rsidRPr="00164FEB" w:rsidRDefault="00EC1379" w:rsidP="000501C2">
      <w:pPr>
        <w:pStyle w:val="Naslov1"/>
        <w:ind w:left="3540" w:firstLine="708"/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 xml:space="preserve">                Žig in podpis ponudnika:</w:t>
      </w:r>
    </w:p>
    <w:sectPr w:rsidR="00EC1379" w:rsidRPr="00164F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B0BF9" w14:textId="77777777" w:rsidR="006261EF" w:rsidRDefault="006261EF" w:rsidP="000150AD">
      <w:r>
        <w:separator/>
      </w:r>
    </w:p>
  </w:endnote>
  <w:endnote w:type="continuationSeparator" w:id="0">
    <w:p w14:paraId="78AA77B2" w14:textId="77777777" w:rsidR="006261EF" w:rsidRDefault="006261EF" w:rsidP="0001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4CFBB" w14:textId="77777777" w:rsidR="006261EF" w:rsidRDefault="006261EF" w:rsidP="000150AD">
      <w:r>
        <w:separator/>
      </w:r>
    </w:p>
  </w:footnote>
  <w:footnote w:type="continuationSeparator" w:id="0">
    <w:p w14:paraId="3645DD2F" w14:textId="77777777" w:rsidR="006261EF" w:rsidRDefault="006261EF" w:rsidP="0001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29EA7" w14:textId="5091F1E0" w:rsidR="000150AD" w:rsidRDefault="000150AD" w:rsidP="000150AD">
    <w:pPr>
      <w:pStyle w:val="Glava"/>
      <w:jc w:val="center"/>
    </w:pPr>
    <w:r w:rsidRPr="00CF146E">
      <w:rPr>
        <w:rFonts w:ascii="Calibri" w:hAnsi="Calibri"/>
        <w:noProof/>
        <w:lang w:eastAsia="en-US"/>
      </w:rPr>
      <w:drawing>
        <wp:inline distT="0" distB="0" distL="0" distR="0" wp14:anchorId="09F8F9CB" wp14:editId="2F9384F0">
          <wp:extent cx="4876800" cy="479570"/>
          <wp:effectExtent l="0" t="0" r="0" b="0"/>
          <wp:docPr id="1000305306" name="Slika 1000305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65823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17346" cy="483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EC9DE5" w14:textId="77777777" w:rsidR="000150AD" w:rsidRDefault="000150AD" w:rsidP="000150AD">
    <w:pPr>
      <w:pStyle w:val="Glava"/>
      <w:jc w:val="center"/>
    </w:pPr>
  </w:p>
  <w:p w14:paraId="12596504" w14:textId="77777777" w:rsidR="000150AD" w:rsidRDefault="000150AD" w:rsidP="000150AD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CC282C"/>
    <w:multiLevelType w:val="hybridMultilevel"/>
    <w:tmpl w:val="A7D07356"/>
    <w:lvl w:ilvl="0" w:tplc="A4668DF8">
      <w:start w:val="1"/>
      <w:numFmt w:val="none"/>
      <w:pStyle w:val="Slog1"/>
      <w:lvlText w:val="1.00"/>
      <w:lvlJc w:val="left"/>
      <w:pPr>
        <w:tabs>
          <w:tab w:val="num" w:pos="927"/>
        </w:tabs>
        <w:ind w:left="927" w:hanging="567"/>
      </w:pPr>
      <w:rPr>
        <w:rFonts w:ascii="Arial" w:hAnsi="Arial"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670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DF7"/>
    <w:rsid w:val="000045BA"/>
    <w:rsid w:val="000150AD"/>
    <w:rsid w:val="00027C7A"/>
    <w:rsid w:val="000501C2"/>
    <w:rsid w:val="00071B02"/>
    <w:rsid w:val="00076268"/>
    <w:rsid w:val="000964A9"/>
    <w:rsid w:val="000D1BBE"/>
    <w:rsid w:val="00142FD3"/>
    <w:rsid w:val="00164FEB"/>
    <w:rsid w:val="001F2A56"/>
    <w:rsid w:val="002024DC"/>
    <w:rsid w:val="002665BB"/>
    <w:rsid w:val="0029414B"/>
    <w:rsid w:val="002A4BC1"/>
    <w:rsid w:val="002E4764"/>
    <w:rsid w:val="0034508A"/>
    <w:rsid w:val="00375CC7"/>
    <w:rsid w:val="003817A6"/>
    <w:rsid w:val="003B2DC1"/>
    <w:rsid w:val="003B75D4"/>
    <w:rsid w:val="003E552D"/>
    <w:rsid w:val="004738C9"/>
    <w:rsid w:val="00483DF7"/>
    <w:rsid w:val="00517FAC"/>
    <w:rsid w:val="005261F4"/>
    <w:rsid w:val="005315AA"/>
    <w:rsid w:val="0054708B"/>
    <w:rsid w:val="00582EA6"/>
    <w:rsid w:val="00590175"/>
    <w:rsid w:val="00591513"/>
    <w:rsid w:val="005918D0"/>
    <w:rsid w:val="005A766E"/>
    <w:rsid w:val="005E0F2D"/>
    <w:rsid w:val="005F5B23"/>
    <w:rsid w:val="00612F00"/>
    <w:rsid w:val="00623D4E"/>
    <w:rsid w:val="006261EF"/>
    <w:rsid w:val="0064486B"/>
    <w:rsid w:val="00657D7E"/>
    <w:rsid w:val="00691144"/>
    <w:rsid w:val="006C6D5C"/>
    <w:rsid w:val="006E5509"/>
    <w:rsid w:val="00704C43"/>
    <w:rsid w:val="007608A6"/>
    <w:rsid w:val="007745BF"/>
    <w:rsid w:val="00781593"/>
    <w:rsid w:val="007B01AC"/>
    <w:rsid w:val="007D676A"/>
    <w:rsid w:val="00856BE5"/>
    <w:rsid w:val="008674DA"/>
    <w:rsid w:val="00876B6C"/>
    <w:rsid w:val="008E4D0D"/>
    <w:rsid w:val="0091093A"/>
    <w:rsid w:val="0091769E"/>
    <w:rsid w:val="00967D70"/>
    <w:rsid w:val="009E76DE"/>
    <w:rsid w:val="00A37F7B"/>
    <w:rsid w:val="00AE62A0"/>
    <w:rsid w:val="00B00267"/>
    <w:rsid w:val="00B23CA2"/>
    <w:rsid w:val="00B430F4"/>
    <w:rsid w:val="00B5465C"/>
    <w:rsid w:val="00C20726"/>
    <w:rsid w:val="00C318E5"/>
    <w:rsid w:val="00C76603"/>
    <w:rsid w:val="00C83D8C"/>
    <w:rsid w:val="00CD2D47"/>
    <w:rsid w:val="00D043DA"/>
    <w:rsid w:val="00D17E4B"/>
    <w:rsid w:val="00DB79D7"/>
    <w:rsid w:val="00E449DA"/>
    <w:rsid w:val="00E6434D"/>
    <w:rsid w:val="00E95AB3"/>
    <w:rsid w:val="00EA441D"/>
    <w:rsid w:val="00EB07DD"/>
    <w:rsid w:val="00EB7249"/>
    <w:rsid w:val="00EC1379"/>
    <w:rsid w:val="00ED6CAF"/>
    <w:rsid w:val="00EE34B0"/>
    <w:rsid w:val="00F126FC"/>
    <w:rsid w:val="00F1322A"/>
    <w:rsid w:val="00F17FE6"/>
    <w:rsid w:val="00F24D18"/>
    <w:rsid w:val="00F8309F"/>
    <w:rsid w:val="00FC3EF9"/>
    <w:rsid w:val="00FC59B5"/>
    <w:rsid w:val="00FD5256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8B33C"/>
  <w15:chartTrackingRefBased/>
  <w15:docId w15:val="{14DAD8CF-E115-48F7-B136-57E7523B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C1379"/>
    <w:rPr>
      <w:sz w:val="24"/>
      <w:szCs w:val="24"/>
    </w:rPr>
  </w:style>
  <w:style w:type="paragraph" w:styleId="Naslov1">
    <w:name w:val="heading 1"/>
    <w:basedOn w:val="Navaden"/>
    <w:next w:val="Navaden"/>
    <w:qFormat/>
    <w:rsid w:val="00EC1379"/>
    <w:pPr>
      <w:keepNext/>
      <w:jc w:val="both"/>
      <w:outlineLvl w:val="0"/>
    </w:pPr>
    <w:rPr>
      <w:b/>
      <w:bCs/>
      <w:sz w:val="28"/>
    </w:rPr>
  </w:style>
  <w:style w:type="paragraph" w:styleId="Naslov4">
    <w:name w:val="heading 4"/>
    <w:basedOn w:val="Navaden"/>
    <w:next w:val="Navaden"/>
    <w:qFormat/>
    <w:rsid w:val="00EC1379"/>
    <w:pPr>
      <w:keepNext/>
      <w:jc w:val="center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1">
    <w:name w:val="Slog1"/>
    <w:basedOn w:val="Navaden"/>
    <w:autoRedefine/>
    <w:rsid w:val="00591513"/>
    <w:pPr>
      <w:numPr>
        <w:numId w:val="1"/>
      </w:numPr>
    </w:pPr>
    <w:rPr>
      <w:b/>
      <w:color w:val="FF6600"/>
    </w:rPr>
  </w:style>
  <w:style w:type="paragraph" w:styleId="Besedilooblaka">
    <w:name w:val="Balloon Text"/>
    <w:basedOn w:val="Navaden"/>
    <w:link w:val="BesedilooblakaZnak"/>
    <w:rsid w:val="007D676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D676A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rsid w:val="000150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150AD"/>
    <w:rPr>
      <w:sz w:val="24"/>
      <w:szCs w:val="24"/>
    </w:rPr>
  </w:style>
  <w:style w:type="paragraph" w:styleId="Noga">
    <w:name w:val="footer"/>
    <w:basedOn w:val="Navaden"/>
    <w:link w:val="NogaZnak"/>
    <w:rsid w:val="000150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0150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i\David\JN-ZBIRANJE%20PONUDB\Obr-C_PONUDB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C5E0752-34B7-4581-BBCD-FEBB75F7B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Obr-C_PONUDBA</Template>
  <TotalTime>21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>okolje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User</dc:creator>
  <cp:keywords/>
  <dc:description/>
  <cp:lastModifiedBy>Benjamin Nučič</cp:lastModifiedBy>
  <cp:revision>36</cp:revision>
  <cp:lastPrinted>2017-04-12T14:14:00Z</cp:lastPrinted>
  <dcterms:created xsi:type="dcterms:W3CDTF">2019-07-25T08:31:00Z</dcterms:created>
  <dcterms:modified xsi:type="dcterms:W3CDTF">2026-02-04T14:45:00Z</dcterms:modified>
</cp:coreProperties>
</file>